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783" w:rsidRPr="00F228C7" w:rsidRDefault="00F73783" w:rsidP="003C6398">
      <w:pPr>
        <w:tabs>
          <w:tab w:val="left" w:pos="720"/>
          <w:tab w:val="center" w:pos="4819"/>
          <w:tab w:val="right" w:pos="9638"/>
        </w:tabs>
        <w:jc w:val="right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pStyle w:val="Default"/>
        <w:jc w:val="center"/>
        <w:rPr>
          <w:b/>
          <w:bCs/>
        </w:rPr>
      </w:pPr>
      <w:r w:rsidRPr="00B4568D">
        <w:rPr>
          <w:b/>
          <w:bCs/>
        </w:rPr>
        <w:t>MODULO D’ISCRIZIONE</w:t>
      </w:r>
    </w:p>
    <w:p w:rsidR="00B4568D" w:rsidRPr="00B4568D" w:rsidRDefault="00B4568D" w:rsidP="00B4568D">
      <w:pPr>
        <w:pStyle w:val="Default"/>
        <w:jc w:val="center"/>
      </w:pPr>
    </w:p>
    <w:p w:rsidR="00B4568D" w:rsidRDefault="00B4568D" w:rsidP="00B4568D">
      <w:pPr>
        <w:pStyle w:val="Default"/>
        <w:rPr>
          <w:b/>
          <w:bCs/>
        </w:rPr>
      </w:pPr>
      <w:r w:rsidRPr="00B4568D">
        <w:rPr>
          <w:bCs/>
        </w:rPr>
        <w:t xml:space="preserve">Da inviare </w:t>
      </w:r>
      <w:r w:rsidRPr="00B4568D">
        <w:rPr>
          <w:b/>
          <w:bCs/>
          <w:sz w:val="20"/>
          <w:szCs w:val="20"/>
        </w:rPr>
        <w:t>ENTRO IL 10 OTTOBRE 2018</w:t>
      </w:r>
      <w:r>
        <w:rPr>
          <w:b/>
          <w:bCs/>
        </w:rPr>
        <w:t xml:space="preserve"> </w:t>
      </w:r>
      <w:r w:rsidR="000E0D61" w:rsidRPr="000E0D61">
        <w:rPr>
          <w:bCs/>
        </w:rPr>
        <w:t>a:</w:t>
      </w:r>
    </w:p>
    <w:p w:rsidR="00B4568D" w:rsidRPr="00B4568D" w:rsidRDefault="00B4568D" w:rsidP="00B4568D">
      <w:pPr>
        <w:pStyle w:val="Default"/>
        <w:rPr>
          <w:b/>
          <w:bCs/>
        </w:rPr>
      </w:pPr>
      <w:bookmarkStart w:id="0" w:name="_GoBack"/>
      <w:bookmarkEnd w:id="0"/>
    </w:p>
    <w:p w:rsidR="00B4568D" w:rsidRPr="00B4568D" w:rsidRDefault="000E0D61" w:rsidP="00B4568D">
      <w:pPr>
        <w:pStyle w:val="Default"/>
        <w:jc w:val="center"/>
        <w:rPr>
          <w:b/>
          <w:bCs/>
        </w:rPr>
      </w:pPr>
      <w:hyperlink r:id="rId9" w:history="1">
        <w:r w:rsidR="00B4568D" w:rsidRPr="00B4568D">
          <w:rPr>
            <w:rStyle w:val="Collegamentoipertestuale"/>
            <w:b/>
            <w:bCs/>
          </w:rPr>
          <w:t>direzione-marche@istruzione.it</w:t>
        </w:r>
      </w:hyperlink>
      <w:r w:rsidR="00B4568D" w:rsidRPr="00B4568D">
        <w:rPr>
          <w:b/>
          <w:bCs/>
        </w:rPr>
        <w:t xml:space="preserve">   </w:t>
      </w:r>
    </w:p>
    <w:p w:rsidR="00B4568D" w:rsidRDefault="00B4568D" w:rsidP="00B4568D">
      <w:pPr>
        <w:pStyle w:val="Default"/>
        <w:rPr>
          <w:b/>
          <w:bCs/>
          <w:sz w:val="23"/>
          <w:szCs w:val="23"/>
        </w:rPr>
      </w:pPr>
    </w:p>
    <w:p w:rsidR="00B4568D" w:rsidRDefault="00B4568D" w:rsidP="00B4568D">
      <w:pPr>
        <w:pStyle w:val="Default"/>
        <w:rPr>
          <w:sz w:val="23"/>
          <w:szCs w:val="23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b/>
          <w:bCs/>
          <w:sz w:val="23"/>
          <w:szCs w:val="23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b/>
          <w:bCs/>
          <w:sz w:val="23"/>
          <w:szCs w:val="23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Il/la sottoscritto/a ___________________________________________________________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docente a tempo determinato/indeterminato in servizio presso l’Istituto 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___________________________________________________________________________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CHIEDE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DI ADERIRE ALLA PROPOSTA FORMATIVA DAL TITOLO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b/>
          <w:sz w:val="20"/>
        </w:rPr>
      </w:pPr>
      <w:r w:rsidRPr="00B4568D">
        <w:rPr>
          <w:rFonts w:asciiTheme="minorHAnsi" w:hAnsiTheme="minorHAnsi"/>
          <w:b/>
          <w:sz w:val="20"/>
        </w:rPr>
        <w:t>“ACROGYM”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Recapiti del docente: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 xml:space="preserve">tel.__________________________ </w:t>
      </w:r>
      <w:r>
        <w:rPr>
          <w:rFonts w:asciiTheme="minorHAnsi" w:hAnsiTheme="minorHAnsi"/>
          <w:sz w:val="20"/>
        </w:rPr>
        <w:t xml:space="preserve">   </w:t>
      </w:r>
      <w:r w:rsidRPr="00B4568D">
        <w:rPr>
          <w:rFonts w:asciiTheme="minorHAnsi" w:hAnsiTheme="minorHAnsi"/>
          <w:sz w:val="20"/>
        </w:rPr>
        <w:t>e-mail________________________________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  <w:r w:rsidRPr="00B4568D">
        <w:rPr>
          <w:rFonts w:asciiTheme="minorHAnsi" w:hAnsiTheme="minorHAnsi"/>
          <w:sz w:val="20"/>
        </w:rPr>
        <w:t>Luogo e data___________________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Firma del docente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________________________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VISTO SI AUTORIZZA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Il Dirigente Scolastico</w:t>
      </w:r>
    </w:p>
    <w:p w:rsid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B4568D">
        <w:rPr>
          <w:rFonts w:asciiTheme="minorHAnsi" w:hAnsiTheme="minorHAnsi"/>
          <w:sz w:val="20"/>
        </w:rPr>
        <w:t>Timbro e firma</w:t>
      </w:r>
    </w:p>
    <w:p w:rsidR="00B4568D" w:rsidRPr="00B4568D" w:rsidRDefault="00B4568D" w:rsidP="00B4568D">
      <w:pPr>
        <w:tabs>
          <w:tab w:val="left" w:pos="720"/>
          <w:tab w:val="center" w:pos="4819"/>
          <w:tab w:val="right" w:pos="9638"/>
        </w:tabs>
        <w:jc w:val="center"/>
        <w:textAlignment w:val="auto"/>
        <w:rPr>
          <w:rFonts w:asciiTheme="minorHAnsi" w:hAnsiTheme="minorHAnsi"/>
          <w:sz w:val="20"/>
        </w:rPr>
      </w:pPr>
    </w:p>
    <w:p w:rsidR="00B4568D" w:rsidRPr="00F228C7" w:rsidRDefault="00B4568D" w:rsidP="00B4568D">
      <w:pPr>
        <w:tabs>
          <w:tab w:val="left" w:pos="720"/>
          <w:tab w:val="center" w:pos="4819"/>
          <w:tab w:val="right" w:pos="9638"/>
        </w:tabs>
        <w:ind w:firstLine="708"/>
        <w:jc w:val="center"/>
        <w:textAlignment w:val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 xml:space="preserve">     </w:t>
      </w:r>
      <w:r w:rsidRPr="00B4568D">
        <w:rPr>
          <w:rFonts w:asciiTheme="minorHAnsi" w:hAnsiTheme="minorHAnsi"/>
          <w:sz w:val="20"/>
        </w:rPr>
        <w:t>_____________________</w:t>
      </w:r>
    </w:p>
    <w:sectPr w:rsidR="00B4568D" w:rsidRPr="00F228C7" w:rsidSect="00ED2C0D">
      <w:headerReference w:type="default" r:id="rId10"/>
      <w:footerReference w:type="default" r:id="rId11"/>
      <w:pgSz w:w="11907" w:h="16840"/>
      <w:pgMar w:top="1418" w:right="1418" w:bottom="851" w:left="1418" w:header="539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BEB" w:rsidRDefault="00BB0BEB">
      <w:r>
        <w:separator/>
      </w:r>
    </w:p>
  </w:endnote>
  <w:endnote w:type="continuationSeparator" w:id="0">
    <w:p w:rsidR="00BB0BEB" w:rsidRDefault="00BB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C1" w:rsidRDefault="00B4568D" w:rsidP="000823C1">
    <w:pPr>
      <w:pStyle w:val="Pidipagina"/>
      <w:jc w:val="both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 w:cs="Arial"/>
        <w:sz w:val="16"/>
        <w:szCs w:val="16"/>
      </w:rPr>
      <w:t xml:space="preserve">SCHEDA </w:t>
    </w:r>
    <w:proofErr w:type="spellStart"/>
    <w:r>
      <w:rPr>
        <w:rFonts w:asciiTheme="minorHAnsi" w:hAnsiTheme="minorHAnsi" w:cs="Arial"/>
        <w:sz w:val="16"/>
        <w:szCs w:val="16"/>
      </w:rPr>
      <w:t>ISCRIZIONE</w:t>
    </w:r>
    <w:r w:rsidR="000823C1" w:rsidRPr="00ED2C0D">
      <w:rPr>
        <w:rFonts w:asciiTheme="minorHAnsi" w:hAnsiTheme="minorHAnsi" w:cs="Arial"/>
        <w:sz w:val="16"/>
        <w:szCs w:val="16"/>
      </w:rPr>
      <w:t>_</w:t>
    </w:r>
    <w:r w:rsidR="00ED2C0D" w:rsidRPr="00ED2C0D">
      <w:rPr>
        <w:rFonts w:asciiTheme="minorHAnsi" w:hAnsiTheme="minorHAnsi" w:cs="Arial"/>
        <w:sz w:val="16"/>
        <w:szCs w:val="16"/>
      </w:rPr>
      <w:t>Progetto</w:t>
    </w:r>
    <w:proofErr w:type="spellEnd"/>
    <w:r w:rsidR="00ED2C0D" w:rsidRPr="00ED2C0D">
      <w:rPr>
        <w:rFonts w:asciiTheme="minorHAnsi" w:hAnsiTheme="minorHAnsi" w:cs="Arial"/>
        <w:sz w:val="16"/>
        <w:szCs w:val="16"/>
      </w:rPr>
      <w:t xml:space="preserve"> A4.1_PN18-19_56_10</w:t>
    </w:r>
    <w:r w:rsidR="006A5FEE">
      <w:rPr>
        <w:rFonts w:asciiTheme="minorHAnsi" w:hAnsiTheme="minorHAnsi" w:cs="Arial"/>
        <w:sz w:val="16"/>
        <w:szCs w:val="16"/>
      </w:rPr>
      <w:t>_</w:t>
    </w:r>
    <w:r w:rsidR="00ED2C0D" w:rsidRPr="00ED2C0D">
      <w:rPr>
        <w:rFonts w:asciiTheme="minorHAnsi" w:hAnsiTheme="minorHAnsi" w:cs="Arial"/>
        <w:sz w:val="16"/>
        <w:szCs w:val="16"/>
      </w:rPr>
      <w:t>Corso di aggiornamento per docenti di educazione fisica ACROGYM</w:t>
    </w:r>
  </w:p>
  <w:p w:rsidR="00ED2C0D" w:rsidRPr="00ED2C0D" w:rsidRDefault="00ED2C0D" w:rsidP="000823C1">
    <w:pPr>
      <w:pStyle w:val="Pidipagina"/>
      <w:jc w:val="both"/>
      <w:rPr>
        <w:rFonts w:asciiTheme="minorHAnsi" w:hAnsiTheme="minorHAnsi" w:cs="Arial"/>
        <w:sz w:val="16"/>
        <w:szCs w:val="16"/>
      </w:rPr>
    </w:pPr>
  </w:p>
  <w:p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Via XXV Aprile, 19  - </w:t>
    </w:r>
    <w:r w:rsidRPr="00ED2C0D">
      <w:rPr>
        <w:rFonts w:asciiTheme="minorHAnsi" w:hAnsiTheme="minorHAnsi" w:cs="Arial"/>
        <w:smallCaps/>
        <w:sz w:val="16"/>
        <w:szCs w:val="16"/>
      </w:rPr>
      <w:t>Ancona</w:t>
    </w:r>
    <w:r w:rsidRPr="00ED2C0D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2E6CB5" w:rsidRPr="00ED2C0D" w:rsidRDefault="002E6CB5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ED2C0D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ED2C0D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ED2C0D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:rsidR="002E6CB5" w:rsidRPr="006F4E6F" w:rsidRDefault="002E6CB5" w:rsidP="00136AAF">
    <w:pPr>
      <w:pStyle w:val="Pidipagina"/>
      <w:rPr>
        <w:szCs w:val="15"/>
      </w:rPr>
    </w:pPr>
  </w:p>
  <w:p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BEB" w:rsidRDefault="00BB0BEB">
      <w:r>
        <w:separator/>
      </w:r>
    </w:p>
  </w:footnote>
  <w:footnote w:type="continuationSeparator" w:id="0">
    <w:p w:rsidR="00BB0BEB" w:rsidRDefault="00BB0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7AD274EE" wp14:editId="76DCCD3D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1A244F2"/>
    <w:multiLevelType w:val="hybridMultilevel"/>
    <w:tmpl w:val="61D0ED5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E5B0C"/>
    <w:multiLevelType w:val="hybridMultilevel"/>
    <w:tmpl w:val="E640C0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65C78"/>
    <w:multiLevelType w:val="hybridMultilevel"/>
    <w:tmpl w:val="46048EB4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F5AD4"/>
    <w:multiLevelType w:val="hybridMultilevel"/>
    <w:tmpl w:val="7B90AF6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E466B4B"/>
    <w:multiLevelType w:val="hybridMultilevel"/>
    <w:tmpl w:val="C6287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F6B8E"/>
    <w:multiLevelType w:val="hybridMultilevel"/>
    <w:tmpl w:val="EBFE16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33A69"/>
    <w:multiLevelType w:val="hybridMultilevel"/>
    <w:tmpl w:val="091E2028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4CF51AC0"/>
    <w:multiLevelType w:val="hybridMultilevel"/>
    <w:tmpl w:val="B82C215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845D36"/>
    <w:multiLevelType w:val="hybridMultilevel"/>
    <w:tmpl w:val="54ACC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F60C0B"/>
    <w:multiLevelType w:val="hybridMultilevel"/>
    <w:tmpl w:val="56B0015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EE601F"/>
    <w:multiLevelType w:val="hybridMultilevel"/>
    <w:tmpl w:val="C3481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431C4A"/>
    <w:multiLevelType w:val="hybridMultilevel"/>
    <w:tmpl w:val="6DCA4974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86F7AA2"/>
    <w:multiLevelType w:val="hybridMultilevel"/>
    <w:tmpl w:val="E8D2819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4"/>
  </w:num>
  <w:num w:numId="7">
    <w:abstractNumId w:val="17"/>
  </w:num>
  <w:num w:numId="8">
    <w:abstractNumId w:val="16"/>
  </w:num>
  <w:num w:numId="9">
    <w:abstractNumId w:val="13"/>
  </w:num>
  <w:num w:numId="10">
    <w:abstractNumId w:val="6"/>
  </w:num>
  <w:num w:numId="11">
    <w:abstractNumId w:val="1"/>
  </w:num>
  <w:num w:numId="12">
    <w:abstractNumId w:val="11"/>
  </w:num>
  <w:num w:numId="13">
    <w:abstractNumId w:val="10"/>
  </w:num>
  <w:num w:numId="14">
    <w:abstractNumId w:val="15"/>
  </w:num>
  <w:num w:numId="15">
    <w:abstractNumId w:val="3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83"/>
    <w:rsid w:val="00006ACD"/>
    <w:rsid w:val="00010048"/>
    <w:rsid w:val="00017142"/>
    <w:rsid w:val="00025385"/>
    <w:rsid w:val="00035542"/>
    <w:rsid w:val="00066CF1"/>
    <w:rsid w:val="000823C1"/>
    <w:rsid w:val="000A5AED"/>
    <w:rsid w:val="000B00C3"/>
    <w:rsid w:val="000C1B9F"/>
    <w:rsid w:val="000D57DA"/>
    <w:rsid w:val="000E0D61"/>
    <w:rsid w:val="00107201"/>
    <w:rsid w:val="001113E2"/>
    <w:rsid w:val="001169C1"/>
    <w:rsid w:val="0012365D"/>
    <w:rsid w:val="00132574"/>
    <w:rsid w:val="001328E3"/>
    <w:rsid w:val="00136AAF"/>
    <w:rsid w:val="001446D9"/>
    <w:rsid w:val="00183A15"/>
    <w:rsid w:val="001C586C"/>
    <w:rsid w:val="00207DC8"/>
    <w:rsid w:val="002112BB"/>
    <w:rsid w:val="00240077"/>
    <w:rsid w:val="00245A03"/>
    <w:rsid w:val="00247B14"/>
    <w:rsid w:val="00277A10"/>
    <w:rsid w:val="00296A98"/>
    <w:rsid w:val="002A2A80"/>
    <w:rsid w:val="002A2DB7"/>
    <w:rsid w:val="002E6CB5"/>
    <w:rsid w:val="002F39BA"/>
    <w:rsid w:val="002F45C3"/>
    <w:rsid w:val="002F4BFE"/>
    <w:rsid w:val="00325D26"/>
    <w:rsid w:val="00326968"/>
    <w:rsid w:val="003364DF"/>
    <w:rsid w:val="00340F90"/>
    <w:rsid w:val="00366A34"/>
    <w:rsid w:val="00380C65"/>
    <w:rsid w:val="00396DCD"/>
    <w:rsid w:val="003A2189"/>
    <w:rsid w:val="003A5D93"/>
    <w:rsid w:val="003B4C21"/>
    <w:rsid w:val="003C6398"/>
    <w:rsid w:val="003F58CB"/>
    <w:rsid w:val="00407505"/>
    <w:rsid w:val="00427F65"/>
    <w:rsid w:val="0043081F"/>
    <w:rsid w:val="00451138"/>
    <w:rsid w:val="00451B49"/>
    <w:rsid w:val="00454D24"/>
    <w:rsid w:val="0046597B"/>
    <w:rsid w:val="0047283F"/>
    <w:rsid w:val="004919D2"/>
    <w:rsid w:val="00491FE4"/>
    <w:rsid w:val="004A0755"/>
    <w:rsid w:val="004B71E5"/>
    <w:rsid w:val="004D7F8A"/>
    <w:rsid w:val="004F09A2"/>
    <w:rsid w:val="005173B6"/>
    <w:rsid w:val="00527FC3"/>
    <w:rsid w:val="00555D73"/>
    <w:rsid w:val="00572FDD"/>
    <w:rsid w:val="00586341"/>
    <w:rsid w:val="005A5F1F"/>
    <w:rsid w:val="005A7265"/>
    <w:rsid w:val="005B1070"/>
    <w:rsid w:val="005D0EF5"/>
    <w:rsid w:val="005E0E2F"/>
    <w:rsid w:val="005E2752"/>
    <w:rsid w:val="005E72F2"/>
    <w:rsid w:val="0062214C"/>
    <w:rsid w:val="00631267"/>
    <w:rsid w:val="00654924"/>
    <w:rsid w:val="0066114A"/>
    <w:rsid w:val="00672139"/>
    <w:rsid w:val="00686718"/>
    <w:rsid w:val="00697F1B"/>
    <w:rsid w:val="006A2BB1"/>
    <w:rsid w:val="006A5FEE"/>
    <w:rsid w:val="006B34B4"/>
    <w:rsid w:val="006B5364"/>
    <w:rsid w:val="006D43B8"/>
    <w:rsid w:val="006E0E8F"/>
    <w:rsid w:val="006E4A3F"/>
    <w:rsid w:val="00712524"/>
    <w:rsid w:val="007127CA"/>
    <w:rsid w:val="0071575F"/>
    <w:rsid w:val="007228EE"/>
    <w:rsid w:val="00725996"/>
    <w:rsid w:val="0073795F"/>
    <w:rsid w:val="0076634E"/>
    <w:rsid w:val="00777C59"/>
    <w:rsid w:val="00787314"/>
    <w:rsid w:val="007D41EB"/>
    <w:rsid w:val="007E4ED3"/>
    <w:rsid w:val="007F6E6A"/>
    <w:rsid w:val="00805F59"/>
    <w:rsid w:val="00820087"/>
    <w:rsid w:val="00822814"/>
    <w:rsid w:val="00831A5E"/>
    <w:rsid w:val="00856D0E"/>
    <w:rsid w:val="00896BEF"/>
    <w:rsid w:val="008A3D06"/>
    <w:rsid w:val="008B4793"/>
    <w:rsid w:val="008C1E45"/>
    <w:rsid w:val="008C2A24"/>
    <w:rsid w:val="008C3788"/>
    <w:rsid w:val="008C4DE6"/>
    <w:rsid w:val="008C5CA0"/>
    <w:rsid w:val="008D4872"/>
    <w:rsid w:val="008F3F7B"/>
    <w:rsid w:val="008F4D34"/>
    <w:rsid w:val="00911C62"/>
    <w:rsid w:val="00930A27"/>
    <w:rsid w:val="009445A1"/>
    <w:rsid w:val="00945AA2"/>
    <w:rsid w:val="00952391"/>
    <w:rsid w:val="00990D6F"/>
    <w:rsid w:val="00991A51"/>
    <w:rsid w:val="00995801"/>
    <w:rsid w:val="009A270E"/>
    <w:rsid w:val="009A53DF"/>
    <w:rsid w:val="009A5CFE"/>
    <w:rsid w:val="009A5E5B"/>
    <w:rsid w:val="009C33E1"/>
    <w:rsid w:val="009C4538"/>
    <w:rsid w:val="009D1FAB"/>
    <w:rsid w:val="009E14F4"/>
    <w:rsid w:val="009F4755"/>
    <w:rsid w:val="00A06A97"/>
    <w:rsid w:val="00A1059D"/>
    <w:rsid w:val="00A13C85"/>
    <w:rsid w:val="00A25362"/>
    <w:rsid w:val="00A43D45"/>
    <w:rsid w:val="00A67417"/>
    <w:rsid w:val="00AA24A3"/>
    <w:rsid w:val="00AA7A72"/>
    <w:rsid w:val="00AB4E65"/>
    <w:rsid w:val="00AB5EFD"/>
    <w:rsid w:val="00AC60A9"/>
    <w:rsid w:val="00AC63AB"/>
    <w:rsid w:val="00AD6533"/>
    <w:rsid w:val="00AD7711"/>
    <w:rsid w:val="00B012AE"/>
    <w:rsid w:val="00B03355"/>
    <w:rsid w:val="00B05290"/>
    <w:rsid w:val="00B27C55"/>
    <w:rsid w:val="00B35E12"/>
    <w:rsid w:val="00B4568D"/>
    <w:rsid w:val="00B52AE4"/>
    <w:rsid w:val="00B9297F"/>
    <w:rsid w:val="00B94030"/>
    <w:rsid w:val="00B95FAD"/>
    <w:rsid w:val="00BA34D0"/>
    <w:rsid w:val="00BA4C0A"/>
    <w:rsid w:val="00BB0BEB"/>
    <w:rsid w:val="00BC5FBA"/>
    <w:rsid w:val="00BD277B"/>
    <w:rsid w:val="00BF174D"/>
    <w:rsid w:val="00C33727"/>
    <w:rsid w:val="00C53192"/>
    <w:rsid w:val="00C66C50"/>
    <w:rsid w:val="00C83861"/>
    <w:rsid w:val="00CC3989"/>
    <w:rsid w:val="00CC5563"/>
    <w:rsid w:val="00CC6DBD"/>
    <w:rsid w:val="00CC7399"/>
    <w:rsid w:val="00CD2C26"/>
    <w:rsid w:val="00CD6AE0"/>
    <w:rsid w:val="00CE4D69"/>
    <w:rsid w:val="00CF19B3"/>
    <w:rsid w:val="00D256A6"/>
    <w:rsid w:val="00D30FEC"/>
    <w:rsid w:val="00D34CF5"/>
    <w:rsid w:val="00D44544"/>
    <w:rsid w:val="00D64D64"/>
    <w:rsid w:val="00D70B9C"/>
    <w:rsid w:val="00D876A3"/>
    <w:rsid w:val="00D91ECF"/>
    <w:rsid w:val="00DD1DAC"/>
    <w:rsid w:val="00DE4906"/>
    <w:rsid w:val="00DF5567"/>
    <w:rsid w:val="00E07630"/>
    <w:rsid w:val="00E154B2"/>
    <w:rsid w:val="00E42106"/>
    <w:rsid w:val="00E619C3"/>
    <w:rsid w:val="00E634CE"/>
    <w:rsid w:val="00EA2D09"/>
    <w:rsid w:val="00EA6BAF"/>
    <w:rsid w:val="00EB489D"/>
    <w:rsid w:val="00ED2C0D"/>
    <w:rsid w:val="00F1765C"/>
    <w:rsid w:val="00F228C7"/>
    <w:rsid w:val="00F27F54"/>
    <w:rsid w:val="00F32FF8"/>
    <w:rsid w:val="00F658DB"/>
    <w:rsid w:val="00F677B5"/>
    <w:rsid w:val="00F70BDE"/>
    <w:rsid w:val="00F70D7B"/>
    <w:rsid w:val="00F73783"/>
    <w:rsid w:val="00F85073"/>
    <w:rsid w:val="00F90DB3"/>
    <w:rsid w:val="00F9594F"/>
    <w:rsid w:val="00FE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52AE4"/>
    <w:pPr>
      <w:ind w:left="720"/>
      <w:contextualSpacing/>
    </w:pPr>
  </w:style>
  <w:style w:type="character" w:styleId="CitazioneHTML">
    <w:name w:val="HTML Cite"/>
    <w:basedOn w:val="Carpredefinitoparagrafo"/>
    <w:uiPriority w:val="99"/>
    <w:unhideWhenUsed/>
    <w:rsid w:val="007D41EB"/>
    <w:rPr>
      <w:i w:val="0"/>
      <w:iCs w:val="0"/>
      <w:color w:val="006621"/>
    </w:rPr>
  </w:style>
  <w:style w:type="paragraph" w:customStyle="1" w:styleId="Default">
    <w:name w:val="Default"/>
    <w:rsid w:val="00D91E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m2296\Desktop\corso%20di%20formazione%20Scuola%20in%20movimento\Corso%20di%20formazione%20%20scuola%20in%20movimento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8F273-70A0-4297-8FBE-0B569508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Corso di formazione  scuola in movimento carta intestata.dotx</Template>
  <TotalTime>0</TotalTime>
  <Pages>1</Pages>
  <Words>54</Words>
  <Characters>680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733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2017-09-18T11:33:00Z</cp:lastPrinted>
  <dcterms:created xsi:type="dcterms:W3CDTF">2018-10-04T10:27:00Z</dcterms:created>
  <dcterms:modified xsi:type="dcterms:W3CDTF">2018-10-04T10:27:00Z</dcterms:modified>
</cp:coreProperties>
</file>